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40F" w:rsidRPr="00EA493B" w:rsidRDefault="009E340F" w:rsidP="006A0AB9">
      <w:pPr>
        <w:framePr w:w="9356" w:h="909" w:hRule="exact" w:wrap="notBeside" w:vAnchor="page" w:hAnchor="page" w:x="1464" w:y="15046" w:anchorLock="1"/>
        <w:spacing w:line="216" w:lineRule="auto"/>
        <w:ind w:right="284"/>
        <w:rPr>
          <w:rFonts w:ascii="Arial" w:hAnsi="Arial"/>
          <w:sz w:val="17"/>
          <w:szCs w:val="17"/>
        </w:rPr>
      </w:pPr>
    </w:p>
    <w:p w:rsidR="009E340F" w:rsidRPr="005D05F0" w:rsidRDefault="002E25F1" w:rsidP="006A0AB9">
      <w:pPr>
        <w:framePr w:w="9356" w:h="909" w:hRule="exact" w:wrap="notBeside" w:vAnchor="page" w:hAnchor="page" w:x="1464" w:y="15046" w:anchorLock="1"/>
        <w:spacing w:line="216" w:lineRule="auto"/>
        <w:ind w:left="720" w:right="284" w:hanging="720"/>
        <w:rPr>
          <w:rFonts w:ascii="Arial" w:hAnsi="Arial"/>
          <w:bCs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Project Sourcing Department</w:t>
      </w:r>
    </w:p>
    <w:p w:rsidR="00736952" w:rsidRDefault="002E25F1" w:rsidP="006A0AB9">
      <w:pPr>
        <w:framePr w:w="9356" w:h="909" w:hRule="exact" w:wrap="notBeside" w:vAnchor="page" w:hAnchor="page" w:x="1464" w:y="15046" w:anchorLock="1"/>
        <w:spacing w:line="216" w:lineRule="auto"/>
        <w:ind w:right="284"/>
        <w:rPr>
          <w:rFonts w:ascii="Arial" w:hAnsi="Arial"/>
          <w:sz w:val="17"/>
        </w:rPr>
      </w:pPr>
      <w:r>
        <w:rPr>
          <w:rFonts w:ascii="Arial" w:hAnsi="Arial" w:cs="Arial"/>
          <w:sz w:val="17"/>
          <w:szCs w:val="17"/>
        </w:rPr>
        <w:t xml:space="preserve">Megawatt </w:t>
      </w:r>
      <w:proofErr w:type="gramStart"/>
      <w:r>
        <w:rPr>
          <w:rFonts w:ascii="Arial" w:hAnsi="Arial" w:cs="Arial"/>
          <w:sz w:val="17"/>
          <w:szCs w:val="17"/>
        </w:rPr>
        <w:t>Park  Maxwell</w:t>
      </w:r>
      <w:proofErr w:type="gramEnd"/>
      <w:r>
        <w:rPr>
          <w:rFonts w:ascii="Arial" w:hAnsi="Arial" w:cs="Arial"/>
          <w:sz w:val="17"/>
          <w:szCs w:val="17"/>
        </w:rPr>
        <w:t xml:space="preserve"> Drive  </w:t>
      </w:r>
      <w:proofErr w:type="spellStart"/>
      <w:r>
        <w:rPr>
          <w:rFonts w:ascii="Arial" w:hAnsi="Arial" w:cs="Arial"/>
          <w:sz w:val="17"/>
          <w:szCs w:val="17"/>
        </w:rPr>
        <w:t>Sunninghill</w:t>
      </w:r>
      <w:proofErr w:type="spellEnd"/>
      <w:r>
        <w:rPr>
          <w:rFonts w:ascii="Arial" w:hAnsi="Arial" w:cs="Arial"/>
          <w:sz w:val="17"/>
          <w:szCs w:val="17"/>
        </w:rPr>
        <w:t xml:space="preserve">  </w:t>
      </w:r>
      <w:proofErr w:type="spellStart"/>
      <w:r>
        <w:rPr>
          <w:rFonts w:ascii="Arial" w:hAnsi="Arial" w:cs="Arial"/>
          <w:sz w:val="17"/>
          <w:szCs w:val="17"/>
        </w:rPr>
        <w:t>Sandton</w:t>
      </w:r>
      <w:proofErr w:type="spellEnd"/>
      <w:r w:rsidR="009E340F">
        <w:rPr>
          <w:rFonts w:ascii="Arial" w:hAnsi="Arial"/>
          <w:sz w:val="17"/>
        </w:rPr>
        <w:t xml:space="preserve">  </w:t>
      </w:r>
    </w:p>
    <w:p w:rsidR="009E340F" w:rsidRDefault="002E25F1" w:rsidP="006A0AB9">
      <w:pPr>
        <w:framePr w:w="9356" w:h="909" w:hRule="exact" w:wrap="notBeside" w:vAnchor="page" w:hAnchor="page" w:x="1464" w:y="15046" w:anchorLock="1"/>
        <w:spacing w:line="216" w:lineRule="auto"/>
        <w:ind w:right="284"/>
        <w:rPr>
          <w:rFonts w:ascii="Arial" w:hAnsi="Arial"/>
          <w:sz w:val="17"/>
        </w:rPr>
      </w:pPr>
      <w:r>
        <w:rPr>
          <w:rFonts w:ascii="Arial" w:hAnsi="Arial" w:cs="Arial"/>
          <w:sz w:val="17"/>
          <w:szCs w:val="17"/>
        </w:rPr>
        <w:t xml:space="preserve">P </w:t>
      </w:r>
      <w:proofErr w:type="gramStart"/>
      <w:r>
        <w:rPr>
          <w:rFonts w:ascii="Arial" w:hAnsi="Arial" w:cs="Arial"/>
          <w:sz w:val="17"/>
          <w:szCs w:val="17"/>
        </w:rPr>
        <w:t>O  Box</w:t>
      </w:r>
      <w:proofErr w:type="gramEnd"/>
      <w:r>
        <w:rPr>
          <w:rFonts w:ascii="Arial" w:hAnsi="Arial" w:cs="Arial"/>
          <w:sz w:val="17"/>
          <w:szCs w:val="17"/>
        </w:rPr>
        <w:t xml:space="preserve"> 1091  Johannesburg  2000</w:t>
      </w:r>
      <w:r w:rsidR="009E340F">
        <w:rPr>
          <w:rFonts w:ascii="Arial" w:hAnsi="Arial"/>
          <w:sz w:val="17"/>
        </w:rPr>
        <w:t xml:space="preserve">  </w:t>
      </w:r>
      <w:r w:rsidR="00B926AB">
        <w:rPr>
          <w:rFonts w:ascii="Arial" w:hAnsi="Arial" w:cs="Arial"/>
          <w:sz w:val="17"/>
          <w:szCs w:val="17"/>
        </w:rPr>
        <w:t>SA</w:t>
      </w:r>
    </w:p>
    <w:p w:rsidR="009E340F" w:rsidRDefault="009E340F" w:rsidP="006A0AB9">
      <w:pPr>
        <w:framePr w:w="9356" w:h="909" w:hRule="exact" w:wrap="notBeside" w:vAnchor="page" w:hAnchor="page" w:x="1464" w:y="15046" w:anchorLock="1"/>
        <w:spacing w:line="216" w:lineRule="auto"/>
        <w:ind w:right="284"/>
        <w:rPr>
          <w:rFonts w:ascii="Arial" w:hAnsi="Arial"/>
          <w:sz w:val="17"/>
        </w:rPr>
      </w:pPr>
      <w:r>
        <w:rPr>
          <w:rFonts w:ascii="Arial" w:hAnsi="Arial"/>
          <w:sz w:val="17"/>
        </w:rPr>
        <w:t xml:space="preserve">Tel </w:t>
      </w:r>
      <w:r w:rsidR="00801C97">
        <w:rPr>
          <w:rFonts w:ascii="Arial" w:hAnsi="Arial" w:cs="Arial"/>
          <w:sz w:val="17"/>
          <w:szCs w:val="17"/>
        </w:rPr>
        <w:t>+</w:t>
      </w:r>
      <w:r w:rsidR="00DA7E2F">
        <w:rPr>
          <w:rFonts w:ascii="Arial" w:hAnsi="Arial" w:cs="Arial"/>
          <w:sz w:val="17"/>
          <w:szCs w:val="17"/>
        </w:rPr>
        <w:t xml:space="preserve">27 </w:t>
      </w:r>
      <w:r w:rsidR="00801C97">
        <w:rPr>
          <w:rFonts w:ascii="Arial" w:hAnsi="Arial" w:cs="Arial"/>
          <w:sz w:val="17"/>
          <w:szCs w:val="17"/>
        </w:rPr>
        <w:t>11</w:t>
      </w:r>
      <w:r w:rsidR="00DA7E2F">
        <w:rPr>
          <w:rFonts w:ascii="Arial" w:hAnsi="Arial" w:cs="Arial"/>
          <w:sz w:val="17"/>
          <w:szCs w:val="17"/>
        </w:rPr>
        <w:t xml:space="preserve"> </w:t>
      </w:r>
      <w:r w:rsidR="002E25F1">
        <w:rPr>
          <w:rFonts w:ascii="Arial" w:hAnsi="Arial" w:cs="Arial"/>
          <w:sz w:val="17"/>
          <w:szCs w:val="17"/>
        </w:rPr>
        <w:t>800</w:t>
      </w:r>
      <w:r w:rsidR="00E237E0">
        <w:rPr>
          <w:rFonts w:ascii="Arial" w:hAnsi="Arial" w:cs="Arial"/>
          <w:sz w:val="17"/>
          <w:szCs w:val="17"/>
        </w:rPr>
        <w:t xml:space="preserve"> </w:t>
      </w:r>
      <w:proofErr w:type="gramStart"/>
      <w:r w:rsidR="00055793">
        <w:rPr>
          <w:rFonts w:ascii="Arial" w:hAnsi="Arial" w:cs="Arial"/>
          <w:sz w:val="17"/>
          <w:szCs w:val="17"/>
        </w:rPr>
        <w:t>4303</w:t>
      </w:r>
      <w:r>
        <w:rPr>
          <w:rFonts w:ascii="Arial" w:hAnsi="Arial"/>
          <w:sz w:val="17"/>
        </w:rPr>
        <w:t xml:space="preserve">  Fax</w:t>
      </w:r>
      <w:proofErr w:type="gramEnd"/>
      <w:r>
        <w:rPr>
          <w:rFonts w:ascii="Arial" w:hAnsi="Arial"/>
          <w:sz w:val="17"/>
        </w:rPr>
        <w:t xml:space="preserve"> </w:t>
      </w:r>
      <w:r w:rsidR="00801C97">
        <w:rPr>
          <w:rFonts w:ascii="Arial" w:hAnsi="Arial" w:cs="Arial"/>
          <w:sz w:val="17"/>
          <w:szCs w:val="17"/>
        </w:rPr>
        <w:t>+</w:t>
      </w:r>
      <w:r w:rsidR="00DA7E2F">
        <w:rPr>
          <w:rFonts w:ascii="Arial" w:hAnsi="Arial" w:cs="Arial"/>
          <w:sz w:val="17"/>
          <w:szCs w:val="17"/>
        </w:rPr>
        <w:t xml:space="preserve">27 </w:t>
      </w:r>
      <w:r w:rsidR="00801C97">
        <w:rPr>
          <w:rFonts w:ascii="Arial" w:hAnsi="Arial" w:cs="Arial"/>
          <w:sz w:val="17"/>
          <w:szCs w:val="17"/>
        </w:rPr>
        <w:t>11</w:t>
      </w:r>
      <w:r w:rsidR="002E25F1">
        <w:rPr>
          <w:rFonts w:ascii="Arial" w:hAnsi="Arial" w:cs="Arial"/>
          <w:sz w:val="17"/>
          <w:szCs w:val="17"/>
        </w:rPr>
        <w:t> 800 4743</w:t>
      </w:r>
      <w:r>
        <w:rPr>
          <w:rFonts w:ascii="Arial" w:hAnsi="Arial"/>
          <w:sz w:val="17"/>
        </w:rPr>
        <w:t xml:space="preserve">  www.eskom.co.za</w:t>
      </w:r>
    </w:p>
    <w:p w:rsidR="000373CA" w:rsidRDefault="000373CA" w:rsidP="000373CA">
      <w:pPr>
        <w:tabs>
          <w:tab w:val="left" w:pos="360"/>
          <w:tab w:val="left" w:pos="900"/>
        </w:tabs>
        <w:rPr>
          <w:rFonts w:ascii="Arial" w:hAnsi="Arial" w:cs="Arial"/>
          <w:sz w:val="22"/>
          <w:szCs w:val="22"/>
          <w:lang w:val="en-US" w:eastAsia="en-ZA"/>
        </w:rPr>
      </w:pPr>
    </w:p>
    <w:p w:rsidR="000373CA" w:rsidRDefault="000373CA" w:rsidP="000373CA">
      <w:pPr>
        <w:tabs>
          <w:tab w:val="left" w:pos="360"/>
          <w:tab w:val="left" w:pos="900"/>
        </w:tabs>
        <w:rPr>
          <w:rFonts w:ascii="Arial" w:hAnsi="Arial" w:cs="Arial"/>
          <w:sz w:val="22"/>
          <w:szCs w:val="22"/>
          <w:lang w:val="en-US" w:eastAsia="en-ZA"/>
        </w:rPr>
      </w:pPr>
    </w:p>
    <w:p w:rsidR="000373CA" w:rsidRPr="000373CA" w:rsidRDefault="00146CA5" w:rsidP="000373CA">
      <w:pPr>
        <w:tabs>
          <w:tab w:val="left" w:pos="360"/>
          <w:tab w:val="left" w:pos="900"/>
        </w:tabs>
        <w:rPr>
          <w:rFonts w:ascii="Arial" w:hAnsi="Arial" w:cs="Arial"/>
          <w:sz w:val="22"/>
          <w:szCs w:val="22"/>
          <w:lang w:val="en-US" w:eastAsia="en-ZA"/>
        </w:rPr>
      </w:pPr>
      <w:r>
        <w:rPr>
          <w:rFonts w:ascii="Arial" w:hAnsi="Arial" w:cs="Arial"/>
          <w:sz w:val="22"/>
          <w:szCs w:val="22"/>
          <w:lang w:val="en-US" w:eastAsia="en-ZA"/>
        </w:rPr>
        <w:t xml:space="preserve">Dear </w:t>
      </w:r>
      <w:r w:rsidR="00B523A4">
        <w:rPr>
          <w:rFonts w:ascii="Arial" w:hAnsi="Arial" w:cs="Arial"/>
          <w:sz w:val="22"/>
          <w:szCs w:val="22"/>
          <w:lang w:val="en-US" w:eastAsia="en-ZA"/>
        </w:rPr>
        <w:t>Tenderer</w:t>
      </w:r>
    </w:p>
    <w:p w:rsidR="000373CA" w:rsidRPr="000373CA" w:rsidRDefault="000373CA" w:rsidP="000373CA">
      <w:pPr>
        <w:tabs>
          <w:tab w:val="left" w:pos="360"/>
          <w:tab w:val="left" w:pos="900"/>
        </w:tabs>
        <w:rPr>
          <w:rFonts w:ascii="Arial" w:hAnsi="Arial" w:cs="Arial"/>
          <w:sz w:val="22"/>
          <w:szCs w:val="22"/>
          <w:lang w:val="en-US" w:eastAsia="en-ZA"/>
        </w:rPr>
      </w:pPr>
    </w:p>
    <w:p w:rsidR="005A68AE" w:rsidRPr="005A68AE" w:rsidRDefault="005A68AE" w:rsidP="005A68AE">
      <w:pPr>
        <w:rPr>
          <w:rFonts w:ascii="Calibri" w:eastAsia="Calibri" w:hAnsi="Calibri" w:cs="Calibri"/>
          <w:sz w:val="22"/>
          <w:szCs w:val="22"/>
        </w:rPr>
      </w:pPr>
      <w:r w:rsidRPr="005A68AE">
        <w:rPr>
          <w:rFonts w:ascii="Calibri" w:eastAsia="Calibri" w:hAnsi="Calibri" w:cs="Calibri"/>
          <w:sz w:val="22"/>
          <w:szCs w:val="22"/>
        </w:rPr>
        <w:t>Good Day</w:t>
      </w:r>
    </w:p>
    <w:p w:rsidR="005A68AE" w:rsidRPr="005A68AE" w:rsidRDefault="005A68AE" w:rsidP="005A68AE">
      <w:pPr>
        <w:rPr>
          <w:rFonts w:ascii="Calibri" w:eastAsia="Calibri" w:hAnsi="Calibri" w:cs="Calibri"/>
          <w:sz w:val="22"/>
          <w:szCs w:val="22"/>
        </w:rPr>
      </w:pPr>
    </w:p>
    <w:p w:rsidR="005A68AE" w:rsidRPr="005A68AE" w:rsidRDefault="005A68AE" w:rsidP="005A68AE">
      <w:pPr>
        <w:rPr>
          <w:rFonts w:ascii="Calibri" w:eastAsia="Calibri" w:hAnsi="Calibri" w:cs="Calibri"/>
          <w:sz w:val="22"/>
          <w:szCs w:val="22"/>
        </w:rPr>
      </w:pPr>
      <w:r w:rsidRPr="005A68AE">
        <w:rPr>
          <w:rFonts w:ascii="Calibri" w:eastAsia="Calibri" w:hAnsi="Calibri" w:cs="Calibri"/>
          <w:sz w:val="22"/>
          <w:szCs w:val="22"/>
        </w:rPr>
        <w:t>Please note that a new NEC with an updated price list has been uploaded on the Eskom Tender Bulletin.</w:t>
      </w:r>
    </w:p>
    <w:p w:rsidR="005A68AE" w:rsidRPr="005A68AE" w:rsidRDefault="005A68AE" w:rsidP="005A68AE">
      <w:pPr>
        <w:rPr>
          <w:rFonts w:ascii="Calibri" w:eastAsia="Calibri" w:hAnsi="Calibri" w:cs="Calibri"/>
          <w:sz w:val="22"/>
          <w:szCs w:val="22"/>
        </w:rPr>
      </w:pPr>
    </w:p>
    <w:p w:rsidR="005A68AE" w:rsidRDefault="005A68AE" w:rsidP="005A68AE">
      <w:pPr>
        <w:rPr>
          <w:rFonts w:ascii="Calibri" w:eastAsia="Calibri" w:hAnsi="Calibri" w:cs="Calibri"/>
          <w:sz w:val="22"/>
          <w:szCs w:val="22"/>
        </w:rPr>
      </w:pPr>
    </w:p>
    <w:p w:rsidR="005A68AE" w:rsidRPr="005A68AE" w:rsidRDefault="005A68AE" w:rsidP="005A68AE">
      <w:pPr>
        <w:rPr>
          <w:rFonts w:ascii="Calibri" w:eastAsia="Calibri" w:hAnsi="Calibri" w:cs="Calibri"/>
          <w:sz w:val="22"/>
          <w:szCs w:val="22"/>
        </w:rPr>
      </w:pPr>
    </w:p>
    <w:p w:rsidR="005A68AE" w:rsidRPr="005A68AE" w:rsidRDefault="005A68AE" w:rsidP="005A68AE">
      <w:pPr>
        <w:rPr>
          <w:rFonts w:ascii="Calibri" w:eastAsia="Calibri" w:hAnsi="Calibri" w:cs="Calibri"/>
          <w:sz w:val="22"/>
          <w:szCs w:val="22"/>
        </w:rPr>
      </w:pPr>
      <w:r w:rsidRPr="005A68AE">
        <w:rPr>
          <w:rFonts w:ascii="Calibri" w:eastAsia="Calibri" w:hAnsi="Calibri" w:cs="Calibri"/>
          <w:sz w:val="22"/>
          <w:szCs w:val="22"/>
        </w:rPr>
        <w:t>Regards</w:t>
      </w:r>
    </w:p>
    <w:p w:rsidR="00AD2712" w:rsidRPr="00F41EA5" w:rsidRDefault="00AD2712" w:rsidP="00D70F11">
      <w:pPr>
        <w:ind w:left="1260" w:hanging="1260"/>
        <w:rPr>
          <w:rFonts w:ascii="Arial" w:hAnsi="Arial" w:cs="Arial"/>
          <w:sz w:val="22"/>
          <w:szCs w:val="22"/>
          <w:lang w:val="en-US" w:eastAsia="en-ZA"/>
        </w:rPr>
      </w:pPr>
    </w:p>
    <w:p w:rsidR="00E50FBD" w:rsidRPr="00F41EA5" w:rsidRDefault="00E50FBD" w:rsidP="00D70F11">
      <w:pPr>
        <w:ind w:left="1260" w:hanging="1260"/>
        <w:rPr>
          <w:rFonts w:ascii="Arial" w:hAnsi="Arial" w:cs="Arial"/>
          <w:sz w:val="22"/>
          <w:szCs w:val="22"/>
          <w:lang w:val="en-US" w:eastAsia="en-ZA"/>
        </w:rPr>
      </w:pPr>
      <w:bookmarkStart w:id="0" w:name="_GoBack"/>
      <w:bookmarkEnd w:id="0"/>
    </w:p>
    <w:p w:rsidR="0025405B" w:rsidRPr="00F41EA5" w:rsidRDefault="00E44075" w:rsidP="00D0650B">
      <w:pPr>
        <w:ind w:right="274"/>
        <w:jc w:val="both"/>
        <w:rPr>
          <w:rFonts w:ascii="Arial" w:hAnsi="Arial" w:cs="Arial"/>
          <w:sz w:val="22"/>
          <w:szCs w:val="22"/>
          <w:lang w:val="en-US" w:eastAsia="en-ZA"/>
        </w:rPr>
      </w:pPr>
      <w:r w:rsidRPr="00E44075">
        <w:rPr>
          <w:rFonts w:ascii="Arial" w:hAnsi="Arial" w:cs="Arial"/>
          <w:noProof/>
          <w:sz w:val="22"/>
          <w:szCs w:val="22"/>
          <w:lang w:eastAsia="en-ZA"/>
        </w:rPr>
        <w:drawing>
          <wp:inline distT="0" distB="0" distL="0" distR="0">
            <wp:extent cx="619125" cy="257175"/>
            <wp:effectExtent l="0" t="0" r="9525" b="9525"/>
            <wp:docPr id="1" name="Picture 1" descr="C:\Users\nzimazz\Desktop\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zimazz\Desktop\signa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937" w:rsidRPr="00F41EA5" w:rsidRDefault="00021937" w:rsidP="00D0650B">
      <w:pPr>
        <w:tabs>
          <w:tab w:val="left" w:pos="0"/>
        </w:tabs>
        <w:ind w:right="274"/>
        <w:jc w:val="both"/>
        <w:rPr>
          <w:rFonts w:ascii="Arial" w:hAnsi="Arial" w:cs="Arial"/>
          <w:sz w:val="22"/>
          <w:szCs w:val="22"/>
        </w:rPr>
      </w:pPr>
    </w:p>
    <w:p w:rsidR="009E340F" w:rsidRPr="00F41EA5" w:rsidRDefault="009E340F" w:rsidP="00D0650B">
      <w:pPr>
        <w:pStyle w:val="Header"/>
        <w:tabs>
          <w:tab w:val="clear" w:pos="4320"/>
          <w:tab w:val="clear" w:pos="8640"/>
        </w:tabs>
        <w:ind w:right="274"/>
        <w:jc w:val="both"/>
        <w:rPr>
          <w:rFonts w:ascii="Arial" w:eastAsia="Times New Roman" w:hAnsi="Arial" w:cs="Arial"/>
          <w:sz w:val="22"/>
          <w:szCs w:val="22"/>
          <w:lang w:eastAsia="en-ZA"/>
        </w:rPr>
      </w:pPr>
      <w:r w:rsidRPr="00F41EA5">
        <w:rPr>
          <w:rFonts w:ascii="Arial" w:eastAsia="Times New Roman" w:hAnsi="Arial" w:cs="Arial"/>
          <w:sz w:val="22"/>
          <w:szCs w:val="22"/>
          <w:lang w:eastAsia="en-ZA"/>
        </w:rPr>
        <w:t>Yours sincerely</w:t>
      </w:r>
    </w:p>
    <w:p w:rsidR="009E340F" w:rsidRPr="00F41EA5" w:rsidRDefault="009E340F">
      <w:pPr>
        <w:pStyle w:val="Header"/>
        <w:tabs>
          <w:tab w:val="clear" w:pos="4320"/>
          <w:tab w:val="clear" w:pos="8640"/>
        </w:tabs>
        <w:rPr>
          <w:rFonts w:ascii="Arial" w:eastAsia="Times New Roman" w:hAnsi="Arial" w:cs="Arial"/>
          <w:sz w:val="22"/>
          <w:szCs w:val="22"/>
          <w:lang w:eastAsia="en-ZA"/>
        </w:rPr>
      </w:pPr>
    </w:p>
    <w:p w:rsidR="009E340F" w:rsidRPr="00F41EA5" w:rsidRDefault="000C3B5D">
      <w:pPr>
        <w:pStyle w:val="Header"/>
        <w:tabs>
          <w:tab w:val="clear" w:pos="4320"/>
          <w:tab w:val="clear" w:pos="8640"/>
        </w:tabs>
        <w:rPr>
          <w:rFonts w:ascii="Arial" w:eastAsia="Times New Roman" w:hAnsi="Arial" w:cs="Arial"/>
          <w:sz w:val="22"/>
          <w:szCs w:val="22"/>
          <w:lang w:eastAsia="en-ZA"/>
        </w:rPr>
      </w:pPr>
      <w:r>
        <w:rPr>
          <w:rFonts w:ascii="Arial" w:eastAsia="Times New Roman" w:hAnsi="Arial" w:cs="Arial"/>
          <w:sz w:val="22"/>
          <w:szCs w:val="22"/>
          <w:lang w:eastAsia="en-ZA"/>
        </w:rPr>
        <w:t>Zekhaya Nzima</w:t>
      </w:r>
    </w:p>
    <w:p w:rsidR="009E340F" w:rsidRPr="00F41EA5" w:rsidRDefault="009E340F">
      <w:pPr>
        <w:pStyle w:val="Header"/>
        <w:tabs>
          <w:tab w:val="clear" w:pos="4320"/>
          <w:tab w:val="clear" w:pos="8640"/>
        </w:tabs>
        <w:rPr>
          <w:rFonts w:ascii="Arial" w:eastAsia="Times New Roman" w:hAnsi="Arial" w:cs="Arial"/>
          <w:sz w:val="22"/>
          <w:szCs w:val="22"/>
          <w:lang w:eastAsia="en-ZA"/>
        </w:rPr>
      </w:pPr>
    </w:p>
    <w:p w:rsidR="009E340F" w:rsidRPr="00F41EA5" w:rsidRDefault="009E340F">
      <w:pPr>
        <w:pStyle w:val="Header"/>
        <w:tabs>
          <w:tab w:val="clear" w:pos="4320"/>
          <w:tab w:val="clear" w:pos="8640"/>
        </w:tabs>
        <w:rPr>
          <w:rFonts w:ascii="Arial" w:eastAsia="Times New Roman" w:hAnsi="Arial" w:cs="Arial"/>
          <w:sz w:val="22"/>
          <w:szCs w:val="22"/>
          <w:lang w:eastAsia="en-ZA"/>
        </w:rPr>
      </w:pPr>
    </w:p>
    <w:p w:rsidR="009E340F" w:rsidRPr="00F41EA5" w:rsidRDefault="009E340F">
      <w:pPr>
        <w:pStyle w:val="Header"/>
        <w:tabs>
          <w:tab w:val="clear" w:pos="4320"/>
          <w:tab w:val="clear" w:pos="8640"/>
        </w:tabs>
        <w:rPr>
          <w:rFonts w:ascii="Arial" w:eastAsia="Times New Roman" w:hAnsi="Arial" w:cs="Arial"/>
          <w:sz w:val="22"/>
          <w:szCs w:val="22"/>
          <w:lang w:eastAsia="en-ZA"/>
        </w:rPr>
      </w:pPr>
    </w:p>
    <w:p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</w:rPr>
      </w:pPr>
    </w:p>
    <w:p w:rsidR="009E340F" w:rsidRPr="00EA493B" w:rsidRDefault="009E340F" w:rsidP="00110D5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sectPr w:rsidR="009E340F" w:rsidRPr="00EA493B" w:rsidSect="006A0AB9">
      <w:headerReference w:type="first" r:id="rId9"/>
      <w:footerReference w:type="first" r:id="rId10"/>
      <w:pgSz w:w="11899" w:h="16838"/>
      <w:pgMar w:top="964" w:right="851" w:bottom="425" w:left="1418" w:header="737" w:footer="4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CC8" w:rsidRDefault="00401CC8">
      <w:r>
        <w:separator/>
      </w:r>
    </w:p>
  </w:endnote>
  <w:endnote w:type="continuationSeparator" w:id="0">
    <w:p w:rsidR="00401CC8" w:rsidRDefault="0040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"/>
      <w:gridCol w:w="8931"/>
      <w:gridCol w:w="992"/>
    </w:tblGrid>
    <w:tr w:rsidR="006A0DC9" w:rsidTr="00C623F4">
      <w:trPr>
        <w:trHeight w:hRule="exact" w:val="1134"/>
      </w:trPr>
      <w:tc>
        <w:tcPr>
          <w:tcW w:w="425" w:type="dxa"/>
          <w:vAlign w:val="bottom"/>
        </w:tcPr>
        <w:p w:rsidR="006A0DC9" w:rsidRPr="00527F67" w:rsidRDefault="006A0DC9" w:rsidP="00C623F4">
          <w:pPr>
            <w:pStyle w:val="Footer"/>
            <w:ind w:left="-108"/>
            <w:rPr>
              <w:rFonts w:ascii="Arial" w:hAnsi="Arial" w:cs="Arial"/>
              <w:sz w:val="15"/>
              <w:szCs w:val="15"/>
            </w:rPr>
          </w:pPr>
        </w:p>
      </w:tc>
      <w:tc>
        <w:tcPr>
          <w:tcW w:w="8931" w:type="dxa"/>
          <w:vAlign w:val="bottom"/>
        </w:tcPr>
        <w:p w:rsidR="006A0DC9" w:rsidRPr="00C623F4" w:rsidRDefault="006A0DC9" w:rsidP="00C623F4">
          <w:pPr>
            <w:pStyle w:val="Footer"/>
            <w:ind w:left="-108"/>
            <w:rPr>
              <w:rFonts w:ascii="Arial" w:hAnsi="Arial" w:cs="Arial"/>
              <w:b/>
              <w:sz w:val="15"/>
              <w:szCs w:val="15"/>
            </w:rPr>
          </w:pPr>
        </w:p>
      </w:tc>
      <w:tc>
        <w:tcPr>
          <w:tcW w:w="992" w:type="dxa"/>
          <w:vAlign w:val="bottom"/>
        </w:tcPr>
        <w:p w:rsidR="006A0DC9" w:rsidRDefault="006A0DC9" w:rsidP="000A0CB0">
          <w:pPr>
            <w:pStyle w:val="Footer"/>
            <w:ind w:left="-108"/>
            <w:jc w:val="right"/>
          </w:pPr>
        </w:p>
      </w:tc>
    </w:tr>
  </w:tbl>
  <w:p w:rsidR="006A0DC9" w:rsidRDefault="006A0D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CC8" w:rsidRDefault="00401CC8">
      <w:r>
        <w:separator/>
      </w:r>
    </w:p>
  </w:footnote>
  <w:footnote w:type="continuationSeparator" w:id="0">
    <w:p w:rsidR="00401CC8" w:rsidRDefault="00401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DC9" w:rsidRDefault="006A0DC9" w:rsidP="0074298F">
    <w:pPr>
      <w:pStyle w:val="Header"/>
    </w:pPr>
    <w:r>
      <w:rPr>
        <w:noProof/>
        <w:lang w:val="en-ZA" w:eastAsia="en-ZA"/>
      </w:rPr>
      <w:drawing>
        <wp:anchor distT="0" distB="0" distL="114300" distR="114300" simplePos="0" relativeHeight="251656704" behindDoc="0" locked="0" layoutInCell="1" allowOverlap="1" wp14:anchorId="7CD45185" wp14:editId="78484783">
          <wp:simplePos x="0" y="0"/>
          <wp:positionH relativeFrom="column">
            <wp:posOffset>-400050</wp:posOffset>
          </wp:positionH>
          <wp:positionV relativeFrom="paragraph">
            <wp:posOffset>163195</wp:posOffset>
          </wp:positionV>
          <wp:extent cx="1177290" cy="412115"/>
          <wp:effectExtent l="0" t="0" r="0" b="0"/>
          <wp:wrapTopAndBottom/>
          <wp:docPr id="5" name="Picture 5" descr="Black on White[2]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Black on White[2]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29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D2337"/>
    <w:multiLevelType w:val="hybridMultilevel"/>
    <w:tmpl w:val="6A4075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B421F"/>
    <w:multiLevelType w:val="hybridMultilevel"/>
    <w:tmpl w:val="CA188C5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ZA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80"/>
    <w:rsid w:val="00006120"/>
    <w:rsid w:val="00021937"/>
    <w:rsid w:val="0003299F"/>
    <w:rsid w:val="000373CA"/>
    <w:rsid w:val="000515F7"/>
    <w:rsid w:val="00053B1E"/>
    <w:rsid w:val="00055793"/>
    <w:rsid w:val="000575FF"/>
    <w:rsid w:val="00057E36"/>
    <w:rsid w:val="00065961"/>
    <w:rsid w:val="00080FED"/>
    <w:rsid w:val="00091FD9"/>
    <w:rsid w:val="00093050"/>
    <w:rsid w:val="00097701"/>
    <w:rsid w:val="000A0CB0"/>
    <w:rsid w:val="000A1F75"/>
    <w:rsid w:val="000A26AB"/>
    <w:rsid w:val="000C3B5D"/>
    <w:rsid w:val="000C5546"/>
    <w:rsid w:val="000D5E7A"/>
    <w:rsid w:val="000E2EF3"/>
    <w:rsid w:val="000E4244"/>
    <w:rsid w:val="000E6A3B"/>
    <w:rsid w:val="000F46DF"/>
    <w:rsid w:val="0010479E"/>
    <w:rsid w:val="00106DC9"/>
    <w:rsid w:val="001074D5"/>
    <w:rsid w:val="00110D5B"/>
    <w:rsid w:val="00146CA5"/>
    <w:rsid w:val="00164A1B"/>
    <w:rsid w:val="00177B1B"/>
    <w:rsid w:val="001824CD"/>
    <w:rsid w:val="0019138A"/>
    <w:rsid w:val="001A619D"/>
    <w:rsid w:val="001A6E86"/>
    <w:rsid w:val="001B0CB3"/>
    <w:rsid w:val="001B31FF"/>
    <w:rsid w:val="001B526B"/>
    <w:rsid w:val="001B7DD6"/>
    <w:rsid w:val="001C5E7C"/>
    <w:rsid w:val="001D08F1"/>
    <w:rsid w:val="001E5DFD"/>
    <w:rsid w:val="001F01E5"/>
    <w:rsid w:val="001F0DB4"/>
    <w:rsid w:val="001F4B5F"/>
    <w:rsid w:val="002110A0"/>
    <w:rsid w:val="00216A18"/>
    <w:rsid w:val="0022466A"/>
    <w:rsid w:val="00241D65"/>
    <w:rsid w:val="00247413"/>
    <w:rsid w:val="0025405B"/>
    <w:rsid w:val="002878FC"/>
    <w:rsid w:val="0029328E"/>
    <w:rsid w:val="00295B69"/>
    <w:rsid w:val="002A1A71"/>
    <w:rsid w:val="002C1B9E"/>
    <w:rsid w:val="002C4C74"/>
    <w:rsid w:val="002C63B2"/>
    <w:rsid w:val="002D78FF"/>
    <w:rsid w:val="002E25F1"/>
    <w:rsid w:val="002F2363"/>
    <w:rsid w:val="00306E2E"/>
    <w:rsid w:val="00311F99"/>
    <w:rsid w:val="00327461"/>
    <w:rsid w:val="00332B63"/>
    <w:rsid w:val="00337F1B"/>
    <w:rsid w:val="003465BF"/>
    <w:rsid w:val="00373838"/>
    <w:rsid w:val="00374B19"/>
    <w:rsid w:val="00393655"/>
    <w:rsid w:val="00396018"/>
    <w:rsid w:val="003A404A"/>
    <w:rsid w:val="003B08CE"/>
    <w:rsid w:val="003B61F4"/>
    <w:rsid w:val="003B76A0"/>
    <w:rsid w:val="003D1795"/>
    <w:rsid w:val="003D1E3E"/>
    <w:rsid w:val="003D6894"/>
    <w:rsid w:val="003E4782"/>
    <w:rsid w:val="00401CC8"/>
    <w:rsid w:val="00404200"/>
    <w:rsid w:val="00407D84"/>
    <w:rsid w:val="00417DA8"/>
    <w:rsid w:val="004258D8"/>
    <w:rsid w:val="00425A51"/>
    <w:rsid w:val="00444902"/>
    <w:rsid w:val="00463463"/>
    <w:rsid w:val="00474EA9"/>
    <w:rsid w:val="004771A3"/>
    <w:rsid w:val="004934AA"/>
    <w:rsid w:val="00496A2B"/>
    <w:rsid w:val="004A0BCE"/>
    <w:rsid w:val="004A145D"/>
    <w:rsid w:val="004A60F5"/>
    <w:rsid w:val="004B280B"/>
    <w:rsid w:val="004C4EDE"/>
    <w:rsid w:val="004D5FD3"/>
    <w:rsid w:val="004F70E3"/>
    <w:rsid w:val="00500519"/>
    <w:rsid w:val="00500C43"/>
    <w:rsid w:val="005052A1"/>
    <w:rsid w:val="00512AED"/>
    <w:rsid w:val="00527F67"/>
    <w:rsid w:val="005402D1"/>
    <w:rsid w:val="00542F2B"/>
    <w:rsid w:val="00560781"/>
    <w:rsid w:val="00560BD5"/>
    <w:rsid w:val="00561195"/>
    <w:rsid w:val="00562874"/>
    <w:rsid w:val="0056724D"/>
    <w:rsid w:val="005973D7"/>
    <w:rsid w:val="005A68AE"/>
    <w:rsid w:val="005B1430"/>
    <w:rsid w:val="005B2504"/>
    <w:rsid w:val="005C1734"/>
    <w:rsid w:val="005C4C35"/>
    <w:rsid w:val="005C5270"/>
    <w:rsid w:val="005D05F0"/>
    <w:rsid w:val="005F78E7"/>
    <w:rsid w:val="00601E55"/>
    <w:rsid w:val="00601F9E"/>
    <w:rsid w:val="00604C83"/>
    <w:rsid w:val="0060507F"/>
    <w:rsid w:val="00607B8E"/>
    <w:rsid w:val="00610F31"/>
    <w:rsid w:val="00616DC2"/>
    <w:rsid w:val="00616DCD"/>
    <w:rsid w:val="00622436"/>
    <w:rsid w:val="00627534"/>
    <w:rsid w:val="006334CD"/>
    <w:rsid w:val="00647CAD"/>
    <w:rsid w:val="006578FD"/>
    <w:rsid w:val="0068756A"/>
    <w:rsid w:val="006A0AB9"/>
    <w:rsid w:val="006A0DC9"/>
    <w:rsid w:val="006A6521"/>
    <w:rsid w:val="006B2C91"/>
    <w:rsid w:val="006B6D98"/>
    <w:rsid w:val="006C4776"/>
    <w:rsid w:val="006C4FC6"/>
    <w:rsid w:val="006D098A"/>
    <w:rsid w:val="006E2488"/>
    <w:rsid w:val="006E5A1B"/>
    <w:rsid w:val="006E657E"/>
    <w:rsid w:val="006F1FB2"/>
    <w:rsid w:val="006F5A0B"/>
    <w:rsid w:val="00706673"/>
    <w:rsid w:val="00715D0A"/>
    <w:rsid w:val="00723837"/>
    <w:rsid w:val="00731F02"/>
    <w:rsid w:val="00735345"/>
    <w:rsid w:val="00736952"/>
    <w:rsid w:val="00737AA1"/>
    <w:rsid w:val="0074298F"/>
    <w:rsid w:val="00746A89"/>
    <w:rsid w:val="00767AB1"/>
    <w:rsid w:val="0077212F"/>
    <w:rsid w:val="0077495B"/>
    <w:rsid w:val="00782DFB"/>
    <w:rsid w:val="00785E7B"/>
    <w:rsid w:val="007A5B50"/>
    <w:rsid w:val="007D2EF6"/>
    <w:rsid w:val="007D7CDC"/>
    <w:rsid w:val="007E0352"/>
    <w:rsid w:val="007E0B35"/>
    <w:rsid w:val="007F4839"/>
    <w:rsid w:val="00801C97"/>
    <w:rsid w:val="008055AD"/>
    <w:rsid w:val="00807A74"/>
    <w:rsid w:val="00812FA9"/>
    <w:rsid w:val="008168D0"/>
    <w:rsid w:val="008258D1"/>
    <w:rsid w:val="008467CE"/>
    <w:rsid w:val="00872C42"/>
    <w:rsid w:val="00891FC0"/>
    <w:rsid w:val="008B5611"/>
    <w:rsid w:val="008D1010"/>
    <w:rsid w:val="008D1D7C"/>
    <w:rsid w:val="008D5246"/>
    <w:rsid w:val="008D6A7F"/>
    <w:rsid w:val="008E6903"/>
    <w:rsid w:val="008F3E84"/>
    <w:rsid w:val="008F7725"/>
    <w:rsid w:val="00903169"/>
    <w:rsid w:val="00903C20"/>
    <w:rsid w:val="009135BC"/>
    <w:rsid w:val="00913B67"/>
    <w:rsid w:val="00930114"/>
    <w:rsid w:val="009470A3"/>
    <w:rsid w:val="00947271"/>
    <w:rsid w:val="009536DC"/>
    <w:rsid w:val="0096682D"/>
    <w:rsid w:val="009752BF"/>
    <w:rsid w:val="00975869"/>
    <w:rsid w:val="00994E68"/>
    <w:rsid w:val="009B5761"/>
    <w:rsid w:val="009C6C4C"/>
    <w:rsid w:val="009D506B"/>
    <w:rsid w:val="009D6C64"/>
    <w:rsid w:val="009E0D25"/>
    <w:rsid w:val="009E3370"/>
    <w:rsid w:val="009E340F"/>
    <w:rsid w:val="009F2850"/>
    <w:rsid w:val="009F4475"/>
    <w:rsid w:val="00A01B56"/>
    <w:rsid w:val="00A0344A"/>
    <w:rsid w:val="00A04EBC"/>
    <w:rsid w:val="00A34838"/>
    <w:rsid w:val="00A35766"/>
    <w:rsid w:val="00A42F19"/>
    <w:rsid w:val="00A65A80"/>
    <w:rsid w:val="00A71946"/>
    <w:rsid w:val="00A71B49"/>
    <w:rsid w:val="00A73C93"/>
    <w:rsid w:val="00AC558C"/>
    <w:rsid w:val="00AD0B6D"/>
    <w:rsid w:val="00AD2712"/>
    <w:rsid w:val="00AE2875"/>
    <w:rsid w:val="00AE7961"/>
    <w:rsid w:val="00AF2336"/>
    <w:rsid w:val="00AF2565"/>
    <w:rsid w:val="00B04717"/>
    <w:rsid w:val="00B04E88"/>
    <w:rsid w:val="00B23C88"/>
    <w:rsid w:val="00B2508F"/>
    <w:rsid w:val="00B32A15"/>
    <w:rsid w:val="00B370E6"/>
    <w:rsid w:val="00B44FBE"/>
    <w:rsid w:val="00B51ED9"/>
    <w:rsid w:val="00B523A4"/>
    <w:rsid w:val="00B53E00"/>
    <w:rsid w:val="00B545CB"/>
    <w:rsid w:val="00B65FDB"/>
    <w:rsid w:val="00B66A3D"/>
    <w:rsid w:val="00B711D3"/>
    <w:rsid w:val="00B738FA"/>
    <w:rsid w:val="00B91BBD"/>
    <w:rsid w:val="00B926AB"/>
    <w:rsid w:val="00BB4F58"/>
    <w:rsid w:val="00BC2A99"/>
    <w:rsid w:val="00BD1033"/>
    <w:rsid w:val="00C00DCD"/>
    <w:rsid w:val="00C124C4"/>
    <w:rsid w:val="00C12D62"/>
    <w:rsid w:val="00C22097"/>
    <w:rsid w:val="00C2231C"/>
    <w:rsid w:val="00C319C4"/>
    <w:rsid w:val="00C36D5D"/>
    <w:rsid w:val="00C4506B"/>
    <w:rsid w:val="00C506C4"/>
    <w:rsid w:val="00C623F4"/>
    <w:rsid w:val="00C62AF3"/>
    <w:rsid w:val="00C6428A"/>
    <w:rsid w:val="00C821AB"/>
    <w:rsid w:val="00C86806"/>
    <w:rsid w:val="00C92E21"/>
    <w:rsid w:val="00CA01DB"/>
    <w:rsid w:val="00CA5506"/>
    <w:rsid w:val="00CA659B"/>
    <w:rsid w:val="00CB066E"/>
    <w:rsid w:val="00CB1303"/>
    <w:rsid w:val="00CC0557"/>
    <w:rsid w:val="00CC6850"/>
    <w:rsid w:val="00CD6579"/>
    <w:rsid w:val="00CE3081"/>
    <w:rsid w:val="00CF0AC4"/>
    <w:rsid w:val="00CF2021"/>
    <w:rsid w:val="00D0650B"/>
    <w:rsid w:val="00D15403"/>
    <w:rsid w:val="00D22D4E"/>
    <w:rsid w:val="00D32D47"/>
    <w:rsid w:val="00D35CC8"/>
    <w:rsid w:val="00D40498"/>
    <w:rsid w:val="00D53D69"/>
    <w:rsid w:val="00D53DBE"/>
    <w:rsid w:val="00D5496D"/>
    <w:rsid w:val="00D63455"/>
    <w:rsid w:val="00D6666A"/>
    <w:rsid w:val="00D70F11"/>
    <w:rsid w:val="00D71B36"/>
    <w:rsid w:val="00D72E3F"/>
    <w:rsid w:val="00D737C5"/>
    <w:rsid w:val="00D7740F"/>
    <w:rsid w:val="00D85558"/>
    <w:rsid w:val="00D911FA"/>
    <w:rsid w:val="00D9702C"/>
    <w:rsid w:val="00DA11D8"/>
    <w:rsid w:val="00DA7E2F"/>
    <w:rsid w:val="00DC4172"/>
    <w:rsid w:val="00DD6DFA"/>
    <w:rsid w:val="00DE2ECD"/>
    <w:rsid w:val="00DF44DF"/>
    <w:rsid w:val="00E00F53"/>
    <w:rsid w:val="00E040DF"/>
    <w:rsid w:val="00E07B45"/>
    <w:rsid w:val="00E21FC8"/>
    <w:rsid w:val="00E237E0"/>
    <w:rsid w:val="00E358DE"/>
    <w:rsid w:val="00E44075"/>
    <w:rsid w:val="00E50FBD"/>
    <w:rsid w:val="00E51057"/>
    <w:rsid w:val="00E82099"/>
    <w:rsid w:val="00EA1B06"/>
    <w:rsid w:val="00EA3DBF"/>
    <w:rsid w:val="00EA493B"/>
    <w:rsid w:val="00EA7B89"/>
    <w:rsid w:val="00EC0C3F"/>
    <w:rsid w:val="00EC16B5"/>
    <w:rsid w:val="00EC1D43"/>
    <w:rsid w:val="00EF6186"/>
    <w:rsid w:val="00F10CAB"/>
    <w:rsid w:val="00F165AA"/>
    <w:rsid w:val="00F36E7C"/>
    <w:rsid w:val="00F37850"/>
    <w:rsid w:val="00F41EA5"/>
    <w:rsid w:val="00F56D6D"/>
    <w:rsid w:val="00F57088"/>
    <w:rsid w:val="00F64192"/>
    <w:rsid w:val="00F6719D"/>
    <w:rsid w:val="00F8327C"/>
    <w:rsid w:val="00F856C8"/>
    <w:rsid w:val="00FA18C4"/>
    <w:rsid w:val="00FB4900"/>
    <w:rsid w:val="00FB584A"/>
    <w:rsid w:val="00FB7921"/>
    <w:rsid w:val="00FC3933"/>
    <w:rsid w:val="00FD631A"/>
    <w:rsid w:val="00FF40DA"/>
    <w:rsid w:val="00FF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155CDD"/>
  <w15:docId w15:val="{FBEB1483-05F7-4E00-8CAB-D511588A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spacing w:line="155" w:lineRule="exact"/>
      <w:ind w:right="727"/>
      <w:jc w:val="both"/>
    </w:pPr>
    <w:rPr>
      <w:rFonts w:ascii="Arial" w:hAnsi="Arial"/>
      <w:color w:val="000000"/>
      <w:sz w:val="15"/>
      <w:szCs w:val="20"/>
      <w:lang w:val="en-US"/>
    </w:rPr>
  </w:style>
  <w:style w:type="table" w:styleId="TableGrid">
    <w:name w:val="Table Grid"/>
    <w:basedOn w:val="TableNormal"/>
    <w:uiPriority w:val="59"/>
    <w:rsid w:val="00FF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A1A7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7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71946"/>
    <w:pPr>
      <w:ind w:left="720"/>
    </w:pPr>
    <w:rPr>
      <w:rFonts w:ascii="Calibri" w:eastAsiaTheme="minorHAnsi" w:hAnsi="Calibri"/>
      <w:sz w:val="22"/>
      <w:szCs w:val="22"/>
      <w:lang w:eastAsia="en-ZA"/>
    </w:rPr>
  </w:style>
  <w:style w:type="character" w:customStyle="1" w:styleId="HeaderChar">
    <w:name w:val="Header Char"/>
    <w:basedOn w:val="DefaultParagraphFont"/>
    <w:link w:val="Header"/>
    <w:uiPriority w:val="99"/>
    <w:rsid w:val="005C1734"/>
    <w:rPr>
      <w:rFonts w:ascii="Times" w:eastAsia="Times" w:hAnsi="Times"/>
      <w:sz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10D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0D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D5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D5B"/>
    <w:rPr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7E03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ibayaH\Application%20Data\Microsoft\Templates\Corp%20Letterhead%20Template%2005%20Aug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4BB5F-9D50-4DA4-8E85-95AEE683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 Letterhead Template 05 Aug05</Template>
  <TotalTime>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Unit or Division</vt:lpstr>
    </vt:vector>
  </TitlesOfParts>
  <Company>Eskom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Unit or Division</dc:title>
  <dc:creator>Eskom</dc:creator>
  <cp:lastModifiedBy>Zekhaya Nzima</cp:lastModifiedBy>
  <cp:revision>2</cp:revision>
  <cp:lastPrinted>2014-11-19T13:57:00Z</cp:lastPrinted>
  <dcterms:created xsi:type="dcterms:W3CDTF">2022-12-20T16:35:00Z</dcterms:created>
  <dcterms:modified xsi:type="dcterms:W3CDTF">2022-12-20T16:35:00Z</dcterms:modified>
</cp:coreProperties>
</file>